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10073" w:rsidP="004F46C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výtahu na bd č. p. 2060,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Pr="00DF0A7A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4"/>
              </w:rPr>
            </w:pPr>
            <w:r w:rsidRPr="00DF0A7A">
              <w:rPr>
                <w:rFonts w:cs="Arial"/>
                <w:sz w:val="24"/>
              </w:rPr>
              <w:t>Já, níže podepsaný účastník ve veřejné zakázce s výše uvedeným názvem čestně prohlašuji, že nemám k datu podání nabídky do veřejné zakázky</w:t>
            </w:r>
          </w:p>
          <w:p w:rsidR="00F928D8" w:rsidRPr="00DF0A7A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4"/>
                <w:u w:val="single"/>
              </w:rPr>
            </w:pPr>
            <w:r w:rsidRPr="00DF0A7A">
              <w:rPr>
                <w:rFonts w:cs="Arial"/>
                <w:sz w:val="24"/>
                <w:u w:val="single"/>
              </w:rPr>
              <w:t xml:space="preserve">žádné nedoplatky </w:t>
            </w:r>
            <w:bookmarkStart w:id="0" w:name="_GoBack"/>
            <w:bookmarkEnd w:id="0"/>
            <w:r w:rsidRPr="00DF0A7A">
              <w:rPr>
                <w:rFonts w:cs="Arial"/>
                <w:sz w:val="24"/>
                <w:u w:val="single"/>
              </w:rPr>
              <w:t>ani žádné splatné závazky vůči</w:t>
            </w:r>
          </w:p>
          <w:p w:rsidR="00F928D8" w:rsidRPr="00DF0A7A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4"/>
              </w:rPr>
            </w:pPr>
            <w:r w:rsidRPr="00DF0A7A">
              <w:rPr>
                <w:rFonts w:cs="Arial"/>
                <w:sz w:val="24"/>
              </w:rPr>
              <w:t>městu Uherský Brod, Masarykovo nám. 100, 688 01 Uherský Brod, IČ: 00291463.</w:t>
            </w:r>
          </w:p>
          <w:p w:rsidR="00F928D8" w:rsidRPr="00DF0A7A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4"/>
              </w:rPr>
            </w:pPr>
          </w:p>
          <w:p w:rsidR="00F928D8" w:rsidRPr="00DF0A7A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 w:val="24"/>
              </w:rPr>
            </w:pPr>
            <w:r w:rsidRPr="00DF0A7A">
              <w:rPr>
                <w:rFonts w:cs="Arial"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F0A7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4A0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1F7B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6C2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2D5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18C1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0073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3F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0A7A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FDD3DB1.dotm</Template>
  <TotalTime>1</TotalTime>
  <Pages>1</Pages>
  <Words>102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2026-02-20T12:20:00Z</cp:lastPrinted>
  <dcterms:created xsi:type="dcterms:W3CDTF">2026-02-20T12:19:00Z</dcterms:created>
  <dcterms:modified xsi:type="dcterms:W3CDTF">2026-02-20T12:20:00Z</dcterms:modified>
</cp:coreProperties>
</file>